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0632" w:type="dxa"/>
        <w:tblInd w:w="-176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2266"/>
        <w:gridCol w:w="7364"/>
      </w:tblGrid>
      <w:tr w:rsidR="00D42B58" w:rsidTr="00D42B58">
        <w:trPr>
          <w:trHeight w:hRule="exact" w:val="794"/>
        </w:trPr>
        <w:tc>
          <w:tcPr>
            <w:tcW w:w="1002" w:type="dxa"/>
            <w:vAlign w:val="center"/>
          </w:tcPr>
          <w:p w:rsidR="00D42B58" w:rsidRDefault="008A4A08" w:rsidP="00004E3F">
            <w:pPr>
              <w:ind w:left="-57" w:right="-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pt-BR"/>
              </w:rPr>
              <w:pict>
                <v:rect id="_x0000_s1033" style="position:absolute;left:0;text-align:left;margin-left:-5.75pt;margin-top:-1.05pt;width:531pt;height:758pt;z-index:251665408" filled="f" strokeweight="2.25pt"/>
              </w:pict>
            </w:r>
            <w:r w:rsidR="00D42B58">
              <w:rPr>
                <w:rFonts w:ascii="Arial" w:hAnsi="Arial" w:cs="Arial"/>
                <w:noProof/>
                <w:sz w:val="16"/>
                <w:szCs w:val="16"/>
                <w:lang w:eastAsia="pt-BR"/>
              </w:rPr>
              <w:drawing>
                <wp:inline distT="0" distB="0" distL="0" distR="0">
                  <wp:extent cx="542925" cy="473134"/>
                  <wp:effectExtent l="19050" t="0" r="9525" b="0"/>
                  <wp:docPr id="2" name="Imagem 0" descr="Armaes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aesta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473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2B58" w:rsidRPr="00004E3F" w:rsidRDefault="00D42B58" w:rsidP="00004E3F">
            <w:pPr>
              <w:ind w:left="-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 ESTADO DE FAZENDA DE MINAS GERAIS</w:t>
            </w:r>
          </w:p>
        </w:tc>
        <w:tc>
          <w:tcPr>
            <w:tcW w:w="73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2B58" w:rsidRPr="00D42B58" w:rsidRDefault="00D42B58" w:rsidP="00D42B58">
            <w:pPr>
              <w:pStyle w:val="Cabealho"/>
              <w:spacing w:before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42B58">
              <w:rPr>
                <w:rFonts w:ascii="Arial" w:hAnsi="Arial" w:cs="Arial"/>
                <w:b/>
                <w:sz w:val="28"/>
                <w:szCs w:val="28"/>
              </w:rPr>
              <w:t>IDENTIFICAÇÃO DO CONDUTOR AUTORIZADO</w:t>
            </w:r>
          </w:p>
        </w:tc>
      </w:tr>
    </w:tbl>
    <w:p w:rsidR="00812F15" w:rsidRDefault="008A4A08" w:rsidP="00DC7897">
      <w:pPr>
        <w:spacing w:after="0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6"/>
          <w:szCs w:val="6"/>
          <w:lang w:eastAsia="pt-BR"/>
        </w:rPr>
        <w:pict>
          <v:roundrect id="_x0000_s1026" style="position:absolute;margin-left:-5.85pt;margin-top:3.35pt;width:514.7pt;height:26.25pt;z-index:251658240;mso-position-horizontal-relative:text;mso-position-vertical-relative:text" arcsize="10923f" filled="f" strokecolor="black [3213]" strokeweight=".25pt"/>
        </w:pic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88"/>
      </w:tblGrid>
      <w:tr w:rsidR="00BD3299" w:rsidRPr="0081217A" w:rsidTr="009821A1">
        <w:trPr>
          <w:trHeight w:hRule="exact" w:val="170"/>
        </w:trPr>
        <w:tc>
          <w:tcPr>
            <w:tcW w:w="10288" w:type="dxa"/>
            <w:vAlign w:val="bottom"/>
          </w:tcPr>
          <w:p w:rsidR="00BD3299" w:rsidRPr="0081217A" w:rsidRDefault="00BD3299" w:rsidP="009821A1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NOME DO REQUERENTE </w:t>
            </w:r>
          </w:p>
        </w:tc>
      </w:tr>
      <w:bookmarkStart w:id="0" w:name="Texto1"/>
      <w:tr w:rsidR="00BD3299" w:rsidTr="003541C5">
        <w:trPr>
          <w:trHeight w:hRule="exact" w:val="340"/>
        </w:trPr>
        <w:tc>
          <w:tcPr>
            <w:tcW w:w="10288" w:type="dxa"/>
            <w:vAlign w:val="center"/>
          </w:tcPr>
          <w:p w:rsidR="00BD3299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 w:rsidR="00930A9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</w:tc>
      </w:tr>
    </w:tbl>
    <w:p w:rsidR="00BD3299" w:rsidRDefault="00BD3299" w:rsidP="00DC7897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88"/>
      </w:tblGrid>
      <w:tr w:rsidR="00BD3299" w:rsidRPr="0081217A" w:rsidTr="009821A1">
        <w:trPr>
          <w:trHeight w:hRule="exact" w:val="170"/>
        </w:trPr>
        <w:tc>
          <w:tcPr>
            <w:tcW w:w="10288" w:type="dxa"/>
            <w:vAlign w:val="bottom"/>
          </w:tcPr>
          <w:p w:rsidR="00BD3299" w:rsidRPr="0081217A" w:rsidRDefault="008A4A08" w:rsidP="009821A1">
            <w:pPr>
              <w:spacing w:before="40"/>
              <w:rPr>
                <w:rFonts w:ascii="Arial" w:hAnsi="Arial" w:cs="Arial"/>
                <w:sz w:val="12"/>
                <w:szCs w:val="12"/>
              </w:rPr>
            </w:pPr>
            <w:r w:rsidRPr="008A4A08">
              <w:rPr>
                <w:rFonts w:ascii="Arial" w:hAnsi="Arial" w:cs="Arial"/>
                <w:noProof/>
                <w:sz w:val="6"/>
                <w:szCs w:val="6"/>
                <w:lang w:eastAsia="pt-BR"/>
              </w:rPr>
              <w:pict>
                <v:roundrect id="_x0000_s1027" style="position:absolute;margin-left:-5.65pt;margin-top:-.4pt;width:514.65pt;height:25.55pt;z-index:251659264;mso-position-horizontal-relative:text;mso-position-vertical-relative:text" arcsize="10923f" filled="f" strokeweight=".25pt"/>
              </w:pict>
            </w:r>
            <w:r w:rsidR="00BD3299">
              <w:rPr>
                <w:rFonts w:ascii="Arial" w:hAnsi="Arial" w:cs="Arial"/>
                <w:sz w:val="12"/>
                <w:szCs w:val="12"/>
              </w:rPr>
              <w:t>NOME DO REPRESENTANTE LEGAL</w:t>
            </w:r>
          </w:p>
        </w:tc>
      </w:tr>
      <w:tr w:rsidR="00BD3299" w:rsidTr="003541C5">
        <w:trPr>
          <w:trHeight w:hRule="exact" w:val="340"/>
        </w:trPr>
        <w:tc>
          <w:tcPr>
            <w:tcW w:w="10288" w:type="dxa"/>
            <w:vAlign w:val="center"/>
          </w:tcPr>
          <w:p w:rsidR="00BD3299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 w:rsidR="00930A92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BD3299" w:rsidRPr="0067300B" w:rsidRDefault="00BD3299" w:rsidP="00DC7897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850"/>
        <w:gridCol w:w="851"/>
        <w:gridCol w:w="1816"/>
      </w:tblGrid>
      <w:tr w:rsidR="0081217A" w:rsidRPr="00C127F7" w:rsidTr="009821A1">
        <w:trPr>
          <w:trHeight w:hRule="exact" w:val="227"/>
        </w:trPr>
        <w:tc>
          <w:tcPr>
            <w:tcW w:w="10288" w:type="dxa"/>
            <w:gridSpan w:val="4"/>
            <w:tcBorders>
              <w:bottom w:val="single" w:sz="2" w:space="0" w:color="auto"/>
            </w:tcBorders>
            <w:vAlign w:val="bottom"/>
          </w:tcPr>
          <w:p w:rsidR="0081217A" w:rsidRPr="008A644F" w:rsidRDefault="008A4A08" w:rsidP="009821A1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eastAsia="pt-BR"/>
              </w:rPr>
              <w:pict>
                <v:roundrect id="_x0000_s1028" style="position:absolute;margin-left:-5.35pt;margin-top:-.3pt;width:514.65pt;height:144.25pt;z-index:251660288;mso-position-horizontal-relative:text;mso-position-vertical-relative:text" arcsize="2928f" filled="f" strokeweight=".25pt"/>
              </w:pict>
            </w:r>
            <w:r w:rsidR="00D42B58" w:rsidRPr="008A644F">
              <w:rPr>
                <w:rFonts w:ascii="Arial" w:hAnsi="Arial" w:cs="Arial"/>
                <w:b/>
                <w:sz w:val="14"/>
                <w:szCs w:val="14"/>
              </w:rPr>
              <w:t>IDENTIFICAÇÃO DO CONDUTOR</w:t>
            </w:r>
            <w:r w:rsidR="0081217A" w:rsidRPr="008A644F">
              <w:rPr>
                <w:rFonts w:ascii="Arial" w:hAnsi="Arial" w:cs="Arial"/>
                <w:b/>
                <w:sz w:val="14"/>
                <w:szCs w:val="14"/>
              </w:rPr>
              <w:t xml:space="preserve"> - 1</w:t>
            </w:r>
            <w:r w:rsidR="0081217A" w:rsidRPr="008A644F">
              <w:rPr>
                <w:rFonts w:ascii="Arial" w:hAnsi="Arial" w:cs="Arial"/>
                <w:b/>
                <w:sz w:val="14"/>
                <w:szCs w:val="14"/>
              </w:rPr>
              <w:tab/>
            </w:r>
          </w:p>
        </w:tc>
      </w:tr>
      <w:tr w:rsidR="0081217A" w:rsidRPr="0081217A" w:rsidTr="004A5E1F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81217A" w:rsidRPr="0081217A" w:rsidRDefault="0081217A" w:rsidP="0081217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NOME</w:t>
            </w:r>
          </w:p>
        </w:tc>
        <w:tc>
          <w:tcPr>
            <w:tcW w:w="3517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81217A" w:rsidRPr="0081217A" w:rsidRDefault="0081217A" w:rsidP="0081217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CPF Nº</w:t>
            </w:r>
          </w:p>
        </w:tc>
      </w:tr>
      <w:bookmarkStart w:id="1" w:name="Texto2"/>
      <w:tr w:rsidR="0081217A" w:rsidRPr="000406C6" w:rsidTr="004A5E1F">
        <w:trPr>
          <w:trHeight w:hRule="exact" w:val="284"/>
        </w:trPr>
        <w:tc>
          <w:tcPr>
            <w:tcW w:w="677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81217A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bookmarkStart w:id="2" w:name="Texto8"/>
        <w:tc>
          <w:tcPr>
            <w:tcW w:w="3517" w:type="dxa"/>
            <w:gridSpan w:val="3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81217A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11"/>
                    <w:format w:val="###.###.###-##"/>
                  </w:textInput>
                </w:ffData>
              </w:fldChar>
            </w:r>
            <w:r w:rsidR="007B3026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11"/>
                    <w:format w:val="###.###.###-##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</w:tr>
      <w:tr w:rsidR="0081217A" w:rsidRPr="000406C6" w:rsidTr="004A5E1F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81217A" w:rsidRPr="000406C6" w:rsidRDefault="0081217A" w:rsidP="0081217A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CNH Nº</w:t>
            </w:r>
          </w:p>
        </w:tc>
        <w:tc>
          <w:tcPr>
            <w:tcW w:w="3517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81217A" w:rsidRPr="000406C6" w:rsidRDefault="0081217A" w:rsidP="0081217A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RG Nº</w:t>
            </w:r>
          </w:p>
        </w:tc>
      </w:tr>
      <w:tr w:rsidR="0081217A" w:rsidRPr="000406C6" w:rsidTr="004A5E1F">
        <w:trPr>
          <w:trHeight w:hRule="exact" w:val="284"/>
        </w:trPr>
        <w:tc>
          <w:tcPr>
            <w:tcW w:w="6771" w:type="dxa"/>
            <w:tcBorders>
              <w:right w:val="single" w:sz="2" w:space="0" w:color="auto"/>
            </w:tcBorders>
            <w:vAlign w:val="center"/>
          </w:tcPr>
          <w:p w:rsidR="0081217A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3" w:name="Texto9"/>
        <w:tc>
          <w:tcPr>
            <w:tcW w:w="3517" w:type="dxa"/>
            <w:gridSpan w:val="3"/>
            <w:tcBorders>
              <w:left w:val="single" w:sz="2" w:space="0" w:color="auto"/>
            </w:tcBorders>
            <w:vAlign w:val="center"/>
          </w:tcPr>
          <w:p w:rsidR="0081217A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7F3A54" w:rsidRPr="000406C6" w:rsidTr="00BD3299">
        <w:trPr>
          <w:trHeight w:hRule="exact" w:val="227"/>
        </w:trPr>
        <w:tc>
          <w:tcPr>
            <w:tcW w:w="10288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406C6">
              <w:rPr>
                <w:rFonts w:ascii="Arial" w:hAnsi="Arial" w:cs="Arial"/>
                <w:b/>
                <w:sz w:val="14"/>
                <w:szCs w:val="14"/>
              </w:rPr>
              <w:t>ENDEREÇO</w:t>
            </w:r>
          </w:p>
        </w:tc>
      </w:tr>
      <w:tr w:rsidR="007F3A54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 xml:space="preserve">RUA, </w:t>
            </w:r>
            <w:proofErr w:type="gramStart"/>
            <w:r w:rsidRPr="000406C6">
              <w:rPr>
                <w:rFonts w:ascii="Arial" w:hAnsi="Arial" w:cs="Arial"/>
                <w:sz w:val="12"/>
                <w:szCs w:val="12"/>
              </w:rPr>
              <w:t>AV.</w:t>
            </w:r>
            <w:proofErr w:type="gramEnd"/>
            <w:r w:rsidRPr="000406C6">
              <w:rPr>
                <w:rFonts w:ascii="Arial" w:hAnsi="Arial" w:cs="Arial"/>
                <w:sz w:val="12"/>
                <w:szCs w:val="12"/>
              </w:rPr>
              <w:t>, PRAÇA, ETC.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NÚMERO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COMPLEMENTO</w:t>
            </w:r>
          </w:p>
        </w:tc>
      </w:tr>
      <w:tr w:rsidR="007F3A54" w:rsidRPr="000406C6" w:rsidTr="00812F15">
        <w:trPr>
          <w:trHeight w:hRule="exact" w:val="340"/>
        </w:trPr>
        <w:tc>
          <w:tcPr>
            <w:tcW w:w="677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4" w:name="Texto4"/>
        <w:tc>
          <w:tcPr>
            <w:tcW w:w="170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81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F3A54" w:rsidRPr="000406C6" w:rsidTr="00812F15">
        <w:trPr>
          <w:trHeight w:hRule="exact" w:val="170"/>
        </w:trPr>
        <w:tc>
          <w:tcPr>
            <w:tcW w:w="8472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BAIRRO/DISTRITO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CEP</w:t>
            </w:r>
          </w:p>
        </w:tc>
      </w:tr>
      <w:tr w:rsidR="007F3A54" w:rsidRPr="000406C6" w:rsidTr="00812F15">
        <w:trPr>
          <w:trHeight w:hRule="exact" w:val="340"/>
        </w:trPr>
        <w:tc>
          <w:tcPr>
            <w:tcW w:w="8472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5" w:name="Texto7"/>
        <w:tc>
          <w:tcPr>
            <w:tcW w:w="181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type w:val="number"/>
                    <w:maxLength w:val="8"/>
                    <w:format w:val="##.###- ###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</w:tr>
      <w:tr w:rsidR="007F3A54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MUNICÍPIO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UF</w:t>
            </w:r>
          </w:p>
        </w:tc>
        <w:tc>
          <w:tcPr>
            <w:tcW w:w="2667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TELEFONE</w:t>
            </w:r>
          </w:p>
        </w:tc>
      </w:tr>
      <w:tr w:rsidR="007F3A54" w:rsidRPr="000406C6" w:rsidTr="00512D25">
        <w:trPr>
          <w:trHeight w:hRule="exact" w:val="340"/>
        </w:trPr>
        <w:tc>
          <w:tcPr>
            <w:tcW w:w="6771" w:type="dxa"/>
            <w:tcBorders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67" w:type="dxa"/>
            <w:gridSpan w:val="2"/>
            <w:tcBorders>
              <w:left w:val="single" w:sz="2" w:space="0" w:color="auto"/>
            </w:tcBorders>
            <w:vAlign w:val="center"/>
          </w:tcPr>
          <w:p w:rsidR="007F3A54" w:rsidRPr="000406C6" w:rsidRDefault="00512D25" w:rsidP="00930A92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406C6">
              <w:rPr>
                <w:rFonts w:ascii="Arial" w:hAnsi="Arial" w:cs="Arial"/>
                <w:sz w:val="16"/>
                <w:szCs w:val="16"/>
              </w:rPr>
              <w:t xml:space="preserve">( </w:t>
            </w:r>
            <w:proofErr w:type="gramEnd"/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406C6">
              <w:rPr>
                <w:rFonts w:ascii="Arial" w:hAnsi="Arial" w:cs="Arial"/>
                <w:sz w:val="16"/>
                <w:szCs w:val="16"/>
              </w:rPr>
              <w:t xml:space="preserve">)  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406C6">
              <w:rPr>
                <w:rFonts w:ascii="Arial" w:hAnsi="Arial" w:cs="Arial"/>
                <w:sz w:val="16"/>
                <w:szCs w:val="16"/>
              </w:rPr>
              <w:t xml:space="preserve"> . 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7F3A54" w:rsidRPr="000406C6" w:rsidRDefault="007F3A54" w:rsidP="00DC7897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850"/>
        <w:gridCol w:w="851"/>
        <w:gridCol w:w="1816"/>
      </w:tblGrid>
      <w:tr w:rsidR="004A5E1F" w:rsidRPr="000406C6" w:rsidTr="00417664">
        <w:trPr>
          <w:trHeight w:hRule="exact" w:val="227"/>
        </w:trPr>
        <w:tc>
          <w:tcPr>
            <w:tcW w:w="10288" w:type="dxa"/>
            <w:gridSpan w:val="4"/>
            <w:tcBorders>
              <w:bottom w:val="single" w:sz="2" w:space="0" w:color="auto"/>
            </w:tcBorders>
            <w:vAlign w:val="bottom"/>
          </w:tcPr>
          <w:p w:rsidR="004A5E1F" w:rsidRPr="008A644F" w:rsidRDefault="008A4A08" w:rsidP="00417664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 w:rsidRPr="008A4A08">
              <w:rPr>
                <w:rFonts w:ascii="Arial" w:hAnsi="Arial" w:cs="Arial"/>
                <w:noProof/>
                <w:sz w:val="6"/>
                <w:szCs w:val="6"/>
                <w:lang w:eastAsia="pt-BR"/>
              </w:rPr>
              <w:pict>
                <v:roundrect id="_x0000_s1029" style="position:absolute;margin-left:-5.35pt;margin-top:.45pt;width:514.65pt;height:143.5pt;z-index:251661312;mso-position-horizontal-relative:text;mso-position-vertical-relative:text" arcsize="2897f" filled="f" strokeweight=".25pt"/>
              </w:pict>
            </w:r>
            <w:r w:rsidR="00D42B58" w:rsidRPr="008A644F">
              <w:rPr>
                <w:rFonts w:ascii="Arial" w:hAnsi="Arial" w:cs="Arial"/>
                <w:b/>
                <w:sz w:val="14"/>
                <w:szCs w:val="14"/>
              </w:rPr>
              <w:t xml:space="preserve">IDENTIFICAÇÃO DO CONDUTOR </w:t>
            </w:r>
            <w:r w:rsidR="0067300B" w:rsidRPr="008A644F">
              <w:rPr>
                <w:rFonts w:ascii="Arial" w:hAnsi="Arial" w:cs="Arial"/>
                <w:b/>
                <w:sz w:val="14"/>
                <w:szCs w:val="14"/>
              </w:rPr>
              <w:t>- 2</w:t>
            </w:r>
          </w:p>
        </w:tc>
      </w:tr>
      <w:tr w:rsidR="004A5E1F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NOME</w:t>
            </w:r>
          </w:p>
        </w:tc>
        <w:tc>
          <w:tcPr>
            <w:tcW w:w="3517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CPF Nº</w:t>
            </w:r>
          </w:p>
        </w:tc>
      </w:tr>
      <w:tr w:rsidR="004A5E1F" w:rsidRPr="000406C6" w:rsidTr="00812F15">
        <w:trPr>
          <w:trHeight w:hRule="exact" w:val="284"/>
        </w:trPr>
        <w:tc>
          <w:tcPr>
            <w:tcW w:w="677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17" w:type="dxa"/>
            <w:gridSpan w:val="3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###.###.###-##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A5E1F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CNH Nº</w:t>
            </w:r>
          </w:p>
        </w:tc>
        <w:tc>
          <w:tcPr>
            <w:tcW w:w="3517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RG Nº</w:t>
            </w:r>
          </w:p>
        </w:tc>
      </w:tr>
      <w:tr w:rsidR="004A5E1F" w:rsidRPr="000406C6" w:rsidTr="00812F15">
        <w:trPr>
          <w:trHeight w:hRule="exact" w:val="284"/>
        </w:trPr>
        <w:tc>
          <w:tcPr>
            <w:tcW w:w="6771" w:type="dxa"/>
            <w:tcBorders>
              <w:righ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17" w:type="dxa"/>
            <w:gridSpan w:val="3"/>
            <w:tcBorders>
              <w:lef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F3A54" w:rsidRPr="000406C6" w:rsidTr="00BD3299">
        <w:trPr>
          <w:trHeight w:hRule="exact" w:val="227"/>
        </w:trPr>
        <w:tc>
          <w:tcPr>
            <w:tcW w:w="10288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406C6">
              <w:rPr>
                <w:rFonts w:ascii="Arial" w:hAnsi="Arial" w:cs="Arial"/>
                <w:b/>
                <w:sz w:val="14"/>
                <w:szCs w:val="14"/>
              </w:rPr>
              <w:t>ENDEREÇO</w:t>
            </w:r>
          </w:p>
        </w:tc>
      </w:tr>
      <w:tr w:rsidR="007F3A54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 xml:space="preserve">RUA, </w:t>
            </w:r>
            <w:proofErr w:type="gramStart"/>
            <w:r w:rsidRPr="000406C6">
              <w:rPr>
                <w:rFonts w:ascii="Arial" w:hAnsi="Arial" w:cs="Arial"/>
                <w:sz w:val="12"/>
                <w:szCs w:val="12"/>
              </w:rPr>
              <w:t>AV.</w:t>
            </w:r>
            <w:proofErr w:type="gramEnd"/>
            <w:r w:rsidRPr="000406C6">
              <w:rPr>
                <w:rFonts w:ascii="Arial" w:hAnsi="Arial" w:cs="Arial"/>
                <w:sz w:val="12"/>
                <w:szCs w:val="12"/>
              </w:rPr>
              <w:t>, PRAÇA, ETC.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NÚMERO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COMPLEMENTO</w:t>
            </w:r>
          </w:p>
        </w:tc>
      </w:tr>
      <w:tr w:rsidR="007F3A54" w:rsidRPr="000406C6" w:rsidTr="00812F15">
        <w:trPr>
          <w:trHeight w:hRule="exact" w:val="340"/>
        </w:trPr>
        <w:tc>
          <w:tcPr>
            <w:tcW w:w="677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F3A54" w:rsidRPr="000406C6" w:rsidTr="00812F15">
        <w:trPr>
          <w:trHeight w:hRule="exact" w:val="170"/>
        </w:trPr>
        <w:tc>
          <w:tcPr>
            <w:tcW w:w="8472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BAIRRO/DISTRITO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CEP</w:t>
            </w:r>
          </w:p>
        </w:tc>
      </w:tr>
      <w:tr w:rsidR="007F3A54" w:rsidRPr="000406C6" w:rsidTr="00812F15">
        <w:trPr>
          <w:trHeight w:hRule="exact" w:val="340"/>
        </w:trPr>
        <w:tc>
          <w:tcPr>
            <w:tcW w:w="8472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A6F9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type w:val="number"/>
                    <w:maxLength w:val="8"/>
                    <w:format w:val="##.###- ###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F3A54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MUNICÍPIO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UF</w:t>
            </w:r>
          </w:p>
        </w:tc>
        <w:tc>
          <w:tcPr>
            <w:tcW w:w="2667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TELEFONE</w:t>
            </w:r>
          </w:p>
        </w:tc>
      </w:tr>
      <w:tr w:rsidR="007F3A54" w:rsidRPr="000406C6" w:rsidTr="00512D25">
        <w:trPr>
          <w:trHeight w:hRule="exact" w:val="340"/>
        </w:trPr>
        <w:tc>
          <w:tcPr>
            <w:tcW w:w="6771" w:type="dxa"/>
            <w:tcBorders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4A6F9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67" w:type="dxa"/>
            <w:gridSpan w:val="2"/>
            <w:tcBorders>
              <w:left w:val="single" w:sz="2" w:space="0" w:color="auto"/>
            </w:tcBorders>
            <w:vAlign w:val="center"/>
          </w:tcPr>
          <w:p w:rsidR="007F3A54" w:rsidRPr="000406C6" w:rsidRDefault="00512D25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t>(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406C6">
              <w:rPr>
                <w:rFonts w:ascii="Arial" w:hAnsi="Arial" w:cs="Arial"/>
                <w:sz w:val="16"/>
                <w:szCs w:val="16"/>
              </w:rPr>
              <w:t xml:space="preserve">)  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proofErr w:type="gramStart"/>
            <w:r w:rsidRPr="000406C6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0406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7F3A54" w:rsidRPr="000406C6" w:rsidRDefault="008A4A08" w:rsidP="004A5E1F">
      <w:pPr>
        <w:spacing w:after="0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noProof/>
          <w:sz w:val="6"/>
          <w:szCs w:val="6"/>
          <w:lang w:eastAsia="pt-BR"/>
        </w:rPr>
        <w:pict>
          <v:roundrect id="_x0000_s1030" style="position:absolute;margin-left:-5.7pt;margin-top:3.45pt;width:515.25pt;height:145.25pt;z-index:251662336;mso-position-horizontal-relative:text;mso-position-vertical-relative:text" arcsize="2867f" filled="f" strokeweight=".25pt"/>
        </w:pic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850"/>
        <w:gridCol w:w="851"/>
        <w:gridCol w:w="1816"/>
      </w:tblGrid>
      <w:tr w:rsidR="004A5E1F" w:rsidRPr="000406C6" w:rsidTr="00812F15">
        <w:trPr>
          <w:trHeight w:hRule="exact" w:val="227"/>
        </w:trPr>
        <w:tc>
          <w:tcPr>
            <w:tcW w:w="10288" w:type="dxa"/>
            <w:gridSpan w:val="4"/>
            <w:tcBorders>
              <w:bottom w:val="single" w:sz="2" w:space="0" w:color="auto"/>
            </w:tcBorders>
            <w:vAlign w:val="center"/>
          </w:tcPr>
          <w:p w:rsidR="004A5E1F" w:rsidRPr="000406C6" w:rsidRDefault="00D42B58" w:rsidP="00812F15">
            <w:pPr>
              <w:rPr>
                <w:rFonts w:ascii="Arial" w:hAnsi="Arial" w:cs="Arial"/>
                <w:sz w:val="14"/>
                <w:szCs w:val="14"/>
              </w:rPr>
            </w:pPr>
            <w:r w:rsidRPr="000406C6">
              <w:rPr>
                <w:rFonts w:ascii="Arial" w:hAnsi="Arial" w:cs="Arial"/>
                <w:b/>
                <w:sz w:val="14"/>
                <w:szCs w:val="14"/>
              </w:rPr>
              <w:t>IDENTIFICAÇÃO DO CONDUTOR</w:t>
            </w:r>
            <w:r w:rsidR="0067300B" w:rsidRPr="000406C6">
              <w:rPr>
                <w:rFonts w:ascii="Arial" w:hAnsi="Arial" w:cs="Arial"/>
                <w:b/>
                <w:sz w:val="14"/>
                <w:szCs w:val="14"/>
              </w:rPr>
              <w:t xml:space="preserve"> - 3</w:t>
            </w:r>
            <w:r w:rsidR="004A5E1F" w:rsidRPr="000406C6">
              <w:rPr>
                <w:rFonts w:ascii="Arial" w:hAnsi="Arial" w:cs="Arial"/>
                <w:b/>
                <w:sz w:val="14"/>
                <w:szCs w:val="14"/>
              </w:rPr>
              <w:tab/>
            </w:r>
          </w:p>
        </w:tc>
      </w:tr>
      <w:tr w:rsidR="004A5E1F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NOME</w:t>
            </w:r>
          </w:p>
        </w:tc>
        <w:tc>
          <w:tcPr>
            <w:tcW w:w="3517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CPF Nº</w:t>
            </w:r>
          </w:p>
        </w:tc>
      </w:tr>
      <w:tr w:rsidR="004A5E1F" w:rsidRPr="000406C6" w:rsidTr="00812F15">
        <w:trPr>
          <w:trHeight w:hRule="exact" w:val="284"/>
        </w:trPr>
        <w:tc>
          <w:tcPr>
            <w:tcW w:w="677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17" w:type="dxa"/>
            <w:gridSpan w:val="3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###.###.###-##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A5E1F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CNH Nº</w:t>
            </w:r>
          </w:p>
        </w:tc>
        <w:tc>
          <w:tcPr>
            <w:tcW w:w="3517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RG Nº</w:t>
            </w:r>
          </w:p>
        </w:tc>
      </w:tr>
      <w:tr w:rsidR="004A5E1F" w:rsidRPr="000406C6" w:rsidTr="00812F15">
        <w:trPr>
          <w:trHeight w:hRule="exact" w:val="284"/>
        </w:trPr>
        <w:tc>
          <w:tcPr>
            <w:tcW w:w="6771" w:type="dxa"/>
            <w:tcBorders>
              <w:righ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517" w:type="dxa"/>
            <w:gridSpan w:val="3"/>
            <w:tcBorders>
              <w:lef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A5E1F" w:rsidRPr="000406C6" w:rsidTr="00BD3299">
        <w:trPr>
          <w:trHeight w:hRule="exact" w:val="227"/>
        </w:trPr>
        <w:tc>
          <w:tcPr>
            <w:tcW w:w="10288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406C6">
              <w:rPr>
                <w:rFonts w:ascii="Arial" w:hAnsi="Arial" w:cs="Arial"/>
                <w:b/>
                <w:sz w:val="14"/>
                <w:szCs w:val="14"/>
              </w:rPr>
              <w:t>ENDEREÇO</w:t>
            </w:r>
          </w:p>
        </w:tc>
      </w:tr>
      <w:tr w:rsidR="004A5E1F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 xml:space="preserve">RUA, </w:t>
            </w:r>
            <w:proofErr w:type="gramStart"/>
            <w:r w:rsidRPr="000406C6">
              <w:rPr>
                <w:rFonts w:ascii="Arial" w:hAnsi="Arial" w:cs="Arial"/>
                <w:sz w:val="12"/>
                <w:szCs w:val="12"/>
              </w:rPr>
              <w:t>AV.</w:t>
            </w:r>
            <w:proofErr w:type="gramEnd"/>
            <w:r w:rsidRPr="000406C6">
              <w:rPr>
                <w:rFonts w:ascii="Arial" w:hAnsi="Arial" w:cs="Arial"/>
                <w:sz w:val="12"/>
                <w:szCs w:val="12"/>
              </w:rPr>
              <w:t>, PRAÇA, ETC.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NÚMERO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4A5E1F" w:rsidRPr="000406C6" w:rsidRDefault="004A5E1F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COMPLEMENTO</w:t>
            </w:r>
          </w:p>
        </w:tc>
      </w:tr>
      <w:tr w:rsidR="004A5E1F" w:rsidRPr="000406C6" w:rsidTr="007F3A54">
        <w:trPr>
          <w:trHeight w:hRule="exact" w:val="340"/>
        </w:trPr>
        <w:tc>
          <w:tcPr>
            <w:tcW w:w="677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7B302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A5E1F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F3A54" w:rsidRPr="000406C6" w:rsidTr="00812F15">
        <w:trPr>
          <w:trHeight w:hRule="exact" w:val="170"/>
        </w:trPr>
        <w:tc>
          <w:tcPr>
            <w:tcW w:w="8472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BAIRRO/DISTRITO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CEP</w:t>
            </w:r>
          </w:p>
        </w:tc>
      </w:tr>
      <w:tr w:rsidR="007F3A54" w:rsidRPr="000406C6" w:rsidTr="007F3A54">
        <w:trPr>
          <w:trHeight w:hRule="exact" w:val="340"/>
        </w:trPr>
        <w:tc>
          <w:tcPr>
            <w:tcW w:w="8472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8A4A08">
              <w:rPr>
                <w:rFonts w:ascii="Arial" w:hAnsi="Arial" w:cs="Arial"/>
                <w:noProof/>
                <w:sz w:val="20"/>
                <w:szCs w:val="20"/>
                <w:lang w:eastAsia="pt-B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-31.8pt;margin-top:9.25pt;width:31.7pt;height:228.7pt;z-index:251666432;mso-position-horizontal-relative:text;mso-position-vertical-relative:text" filled="f" stroked="f">
                  <v:textbox style="layout-flow:vertical;mso-layout-flow-alt:bottom-to-top">
                    <w:txbxContent>
                      <w:p w:rsidR="000340A9" w:rsidRPr="00E7433F" w:rsidRDefault="000340A9">
                        <w:pPr>
                          <w:rPr>
                            <w:rFonts w:ascii="Arial" w:hAnsi="Arial" w:cs="Arial"/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E7433F">
                          <w:rPr>
                            <w:rFonts w:ascii="Arial" w:hAnsi="Arial" w:cs="Arial"/>
                            <w:color w:val="000000" w:themeColor="text1"/>
                            <w:sz w:val="12"/>
                            <w:szCs w:val="12"/>
                          </w:rPr>
                          <w:t>FLUXO: VIA ÚNICA: REQUERENTE &gt; ADMINISTRAÇÃO FAZENDÁRIA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A6F9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1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##.###- ###"/>
                  </w:textInput>
                </w:ffData>
              </w:fldChar>
            </w:r>
            <w:r w:rsidR="00957DFD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F3A54" w:rsidRPr="000406C6" w:rsidTr="00812F15">
        <w:trPr>
          <w:trHeight w:hRule="exact" w:val="170"/>
        </w:trPr>
        <w:tc>
          <w:tcPr>
            <w:tcW w:w="6771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MUNICÍPIO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UF</w:t>
            </w:r>
          </w:p>
        </w:tc>
        <w:tc>
          <w:tcPr>
            <w:tcW w:w="2667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7F3A54" w:rsidRPr="000406C6" w:rsidRDefault="007F3A54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TELEFONE</w:t>
            </w:r>
          </w:p>
        </w:tc>
      </w:tr>
      <w:tr w:rsidR="007F3A54" w:rsidRPr="000406C6" w:rsidTr="00512D25">
        <w:trPr>
          <w:trHeight w:hRule="exact" w:val="340"/>
        </w:trPr>
        <w:tc>
          <w:tcPr>
            <w:tcW w:w="6771" w:type="dxa"/>
            <w:tcBorders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4A6F9F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6" w:name="Texto3"/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F3A54" w:rsidRPr="000406C6" w:rsidRDefault="008A4A08" w:rsidP="00930A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="00512D25"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406C6">
              <w:rPr>
                <w:rFonts w:ascii="Arial" w:hAnsi="Arial" w:cs="Arial"/>
                <w:sz w:val="16"/>
                <w:szCs w:val="16"/>
              </w:rPr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2667" w:type="dxa"/>
            <w:gridSpan w:val="2"/>
            <w:tcBorders>
              <w:left w:val="single" w:sz="2" w:space="0" w:color="auto"/>
            </w:tcBorders>
            <w:vAlign w:val="center"/>
          </w:tcPr>
          <w:p w:rsidR="007F3A54" w:rsidRPr="000406C6" w:rsidRDefault="00512D25" w:rsidP="00930A92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406C6">
              <w:rPr>
                <w:rFonts w:ascii="Arial" w:hAnsi="Arial" w:cs="Arial"/>
                <w:sz w:val="16"/>
                <w:szCs w:val="16"/>
              </w:rPr>
              <w:t xml:space="preserve">( </w:t>
            </w:r>
            <w:bookmarkStart w:id="7" w:name="Texto5"/>
            <w:proofErr w:type="gramEnd"/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  <w:r w:rsidRPr="000406C6">
              <w:rPr>
                <w:rFonts w:ascii="Arial" w:hAnsi="Arial" w:cs="Arial"/>
                <w:sz w:val="16"/>
                <w:szCs w:val="16"/>
              </w:rPr>
              <w:t xml:space="preserve">)  </w:t>
            </w:r>
            <w:bookmarkStart w:id="8" w:name="Texto6"/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930A92">
              <w:rPr>
                <w:rFonts w:ascii="Cambria Math" w:hAnsi="Cambria Math" w:cs="Cambria Math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 w:rsidRPr="000406C6">
              <w:rPr>
                <w:rFonts w:ascii="Arial" w:hAnsi="Arial" w:cs="Arial"/>
                <w:sz w:val="16"/>
                <w:szCs w:val="16"/>
              </w:rPr>
              <w:t xml:space="preserve"> . 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0406C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930A92">
              <w:rPr>
                <w:rFonts w:ascii="Arial" w:hAnsi="Arial" w:cs="Arial"/>
                <w:sz w:val="16"/>
                <w:szCs w:val="16"/>
              </w:rPr>
              <w:t> </w:t>
            </w:r>
            <w:r w:rsidR="008A4A08" w:rsidRPr="000406C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7F3A54" w:rsidRPr="000406C6" w:rsidRDefault="007F3A54" w:rsidP="004A5E1F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88"/>
      </w:tblGrid>
      <w:tr w:rsidR="007F3A54" w:rsidRPr="000406C6" w:rsidTr="00D42B58">
        <w:trPr>
          <w:trHeight w:hRule="exact" w:val="1134"/>
        </w:trPr>
        <w:tc>
          <w:tcPr>
            <w:tcW w:w="10288" w:type="dxa"/>
            <w:vAlign w:val="center"/>
          </w:tcPr>
          <w:p w:rsidR="007F3A54" w:rsidRPr="000406C6" w:rsidRDefault="008A4A08" w:rsidP="008F2F69">
            <w:pPr>
              <w:adjustRightInd w:val="0"/>
              <w:spacing w:before="200" w:line="360" w:lineRule="auto"/>
              <w:ind w:right="6"/>
              <w:rPr>
                <w:rFonts w:ascii="Arial" w:hAnsi="Arial" w:cs="Arial"/>
                <w:sz w:val="20"/>
                <w:szCs w:val="20"/>
              </w:rPr>
            </w:pPr>
            <w:r w:rsidRPr="008A4A08">
              <w:rPr>
                <w:rFonts w:ascii="Arial" w:hAnsi="Arial" w:cs="Arial"/>
                <w:noProof/>
                <w:sz w:val="6"/>
                <w:szCs w:val="6"/>
                <w:lang w:eastAsia="pt-BR"/>
              </w:rPr>
              <w:pict>
                <v:roundrect id="_x0000_s1031" style="position:absolute;margin-left:-5.6pt;margin-top:.05pt;width:515.35pt;height:56.4pt;z-index:251663360;mso-position-horizontal-relative:text;mso-position-vertical-relative:text" arcsize="9248f" filled="f" strokeweight=".25pt"/>
              </w:pict>
            </w:r>
            <w:r w:rsidR="007F3A54" w:rsidRPr="000406C6">
              <w:rPr>
                <w:rFonts w:ascii="Arial" w:hAnsi="Arial" w:cs="Arial"/>
                <w:sz w:val="20"/>
                <w:szCs w:val="20"/>
              </w:rPr>
              <w:t xml:space="preserve">DECLARAM O REQUERENTE OU SEU REPRESENTANTE LEGAL E O(S) </w:t>
            </w:r>
            <w:proofErr w:type="gramStart"/>
            <w:r w:rsidR="007F3A54" w:rsidRPr="000406C6">
              <w:rPr>
                <w:rFonts w:ascii="Arial" w:hAnsi="Arial" w:cs="Arial"/>
                <w:sz w:val="20"/>
                <w:szCs w:val="20"/>
              </w:rPr>
              <w:t>CONDUTOR(</w:t>
            </w:r>
            <w:proofErr w:type="gramEnd"/>
            <w:r w:rsidR="007F3A54" w:rsidRPr="000406C6">
              <w:rPr>
                <w:rFonts w:ascii="Arial" w:hAnsi="Arial" w:cs="Arial"/>
                <w:sz w:val="20"/>
                <w:szCs w:val="20"/>
              </w:rPr>
              <w:t xml:space="preserve">ES) </w:t>
            </w:r>
            <w:r w:rsidR="008F2F69">
              <w:rPr>
                <w:rFonts w:ascii="Arial" w:hAnsi="Arial" w:cs="Arial"/>
                <w:sz w:val="20"/>
                <w:szCs w:val="20"/>
              </w:rPr>
              <w:t>A</w:t>
            </w:r>
            <w:r w:rsidR="007F3A54" w:rsidRPr="000406C6">
              <w:rPr>
                <w:rFonts w:ascii="Arial" w:hAnsi="Arial" w:cs="Arial"/>
                <w:sz w:val="20"/>
                <w:szCs w:val="20"/>
              </w:rPr>
              <w:t>UTORIZADO(S) SEREM AUTÊNTICAS E VERDADEIRAS AS INFORMAÇÕES PRESTADAS.</w:t>
            </w:r>
          </w:p>
        </w:tc>
      </w:tr>
    </w:tbl>
    <w:p w:rsidR="004A5E1F" w:rsidRPr="000406C6" w:rsidRDefault="004A5E1F" w:rsidP="00DC7897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7063"/>
      </w:tblGrid>
      <w:tr w:rsidR="00BD3299" w:rsidRPr="000406C6" w:rsidTr="00B92131">
        <w:trPr>
          <w:trHeight w:hRule="exact" w:val="284"/>
        </w:trPr>
        <w:tc>
          <w:tcPr>
            <w:tcW w:w="3225" w:type="dxa"/>
            <w:tcBorders>
              <w:bottom w:val="single" w:sz="2" w:space="0" w:color="auto"/>
              <w:right w:val="single" w:sz="2" w:space="0" w:color="auto"/>
            </w:tcBorders>
            <w:vAlign w:val="bottom"/>
          </w:tcPr>
          <w:p w:rsidR="00BD3299" w:rsidRPr="000406C6" w:rsidRDefault="008A4A08" w:rsidP="004F0A39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4A08">
              <w:rPr>
                <w:rFonts w:ascii="Arial" w:hAnsi="Arial" w:cs="Arial"/>
                <w:noProof/>
                <w:sz w:val="20"/>
                <w:szCs w:val="20"/>
                <w:lang w:eastAsia="pt-BR"/>
              </w:rPr>
              <w:pict>
                <v:roundrect id="_x0000_s1032" style="position:absolute;left:0;text-align:left;margin-left:-5.55pt;margin-top:-.55pt;width:514.65pt;height:139.9pt;z-index:251664384;mso-position-horizontal-relative:text;mso-position-vertical-relative:text" arcsize="3756f" filled="f" strokeweight=".25pt"/>
              </w:pict>
            </w:r>
            <w:r w:rsidR="003541C5" w:rsidRPr="000406C6">
              <w:rPr>
                <w:rFonts w:ascii="Arial" w:hAnsi="Arial" w:cs="Arial"/>
                <w:b/>
                <w:sz w:val="14"/>
                <w:szCs w:val="14"/>
              </w:rPr>
              <w:t>IDENTIFICAÇÃO</w:t>
            </w:r>
          </w:p>
        </w:tc>
        <w:tc>
          <w:tcPr>
            <w:tcW w:w="7063" w:type="dxa"/>
            <w:tcBorders>
              <w:bottom w:val="single" w:sz="2" w:space="0" w:color="auto"/>
            </w:tcBorders>
            <w:vAlign w:val="center"/>
          </w:tcPr>
          <w:p w:rsidR="00BD3299" w:rsidRPr="000406C6" w:rsidRDefault="00BD3299" w:rsidP="00B9213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0406C6">
              <w:rPr>
                <w:rFonts w:ascii="Arial" w:hAnsi="Arial" w:cs="Arial"/>
                <w:b/>
                <w:sz w:val="14"/>
                <w:szCs w:val="14"/>
              </w:rPr>
              <w:t>ASSINATURA</w:t>
            </w:r>
            <w:r w:rsidR="00CE2F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BD3299" w:rsidRPr="000406C6" w:rsidTr="003541C5">
        <w:trPr>
          <w:trHeight w:val="624"/>
        </w:trPr>
        <w:tc>
          <w:tcPr>
            <w:tcW w:w="3227" w:type="dxa"/>
            <w:tcBorders>
              <w:top w:val="single" w:sz="2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BD3299" w:rsidRPr="000406C6" w:rsidRDefault="00BD3299" w:rsidP="00812F15">
            <w:pPr>
              <w:rPr>
                <w:rFonts w:ascii="Arial" w:hAnsi="Arial" w:cs="Arial"/>
                <w:sz w:val="12"/>
                <w:szCs w:val="12"/>
              </w:rPr>
            </w:pPr>
            <w:r w:rsidRPr="000406C6">
              <w:rPr>
                <w:rFonts w:ascii="Arial" w:hAnsi="Arial" w:cs="Arial"/>
                <w:sz w:val="12"/>
                <w:szCs w:val="12"/>
              </w:rPr>
              <w:t>REQUERENTE / REPRESENTANTE LEGAL</w:t>
            </w:r>
          </w:p>
        </w:tc>
        <w:tc>
          <w:tcPr>
            <w:tcW w:w="706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</w:tcBorders>
            <w:vAlign w:val="center"/>
          </w:tcPr>
          <w:p w:rsidR="00BD3299" w:rsidRPr="000406C6" w:rsidRDefault="00BD3299" w:rsidP="00812F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D3299" w:rsidRPr="000406C6" w:rsidTr="003541C5">
        <w:trPr>
          <w:trHeight w:val="624"/>
        </w:trPr>
        <w:tc>
          <w:tcPr>
            <w:tcW w:w="3227" w:type="dxa"/>
            <w:tcBorders>
              <w:top w:val="single" w:sz="2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BD3299" w:rsidRPr="008A644F" w:rsidRDefault="00BD3299" w:rsidP="00812F15">
            <w:pPr>
              <w:rPr>
                <w:rFonts w:ascii="Arial" w:hAnsi="Arial" w:cs="Arial"/>
                <w:sz w:val="13"/>
                <w:szCs w:val="13"/>
              </w:rPr>
            </w:pPr>
            <w:r w:rsidRPr="008A644F">
              <w:rPr>
                <w:rFonts w:ascii="Arial" w:hAnsi="Arial" w:cs="Arial"/>
                <w:sz w:val="13"/>
                <w:szCs w:val="13"/>
              </w:rPr>
              <w:t xml:space="preserve">CONDUTOR AUTORIZADO </w:t>
            </w:r>
            <w:proofErr w:type="gramStart"/>
            <w:r w:rsidRPr="008A644F">
              <w:rPr>
                <w:rFonts w:ascii="Arial" w:hAnsi="Arial" w:cs="Arial"/>
                <w:sz w:val="13"/>
                <w:szCs w:val="13"/>
              </w:rPr>
              <w:t>1</w:t>
            </w:r>
            <w:proofErr w:type="gramEnd"/>
          </w:p>
        </w:tc>
        <w:tc>
          <w:tcPr>
            <w:tcW w:w="706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</w:tcBorders>
            <w:vAlign w:val="center"/>
          </w:tcPr>
          <w:p w:rsidR="00BD3299" w:rsidRPr="000406C6" w:rsidRDefault="00BD3299" w:rsidP="00812F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D3299" w:rsidRPr="000406C6" w:rsidTr="003541C5">
        <w:trPr>
          <w:trHeight w:val="624"/>
        </w:trPr>
        <w:tc>
          <w:tcPr>
            <w:tcW w:w="3227" w:type="dxa"/>
            <w:tcBorders>
              <w:top w:val="single" w:sz="2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BD3299" w:rsidRPr="008A644F" w:rsidRDefault="00BD3299" w:rsidP="00812F15">
            <w:pPr>
              <w:rPr>
                <w:rFonts w:ascii="Arial" w:hAnsi="Arial" w:cs="Arial"/>
                <w:sz w:val="13"/>
                <w:szCs w:val="13"/>
              </w:rPr>
            </w:pPr>
            <w:r w:rsidRPr="008A644F">
              <w:rPr>
                <w:rFonts w:ascii="Arial" w:hAnsi="Arial" w:cs="Arial"/>
                <w:sz w:val="13"/>
                <w:szCs w:val="13"/>
              </w:rPr>
              <w:t xml:space="preserve">CONDUTOR AUTORIZADO </w:t>
            </w:r>
            <w:proofErr w:type="gramStart"/>
            <w:r w:rsidRPr="008A644F">
              <w:rPr>
                <w:rFonts w:ascii="Arial" w:hAnsi="Arial" w:cs="Arial"/>
                <w:sz w:val="13"/>
                <w:szCs w:val="13"/>
              </w:rPr>
              <w:t>2</w:t>
            </w:r>
            <w:proofErr w:type="gramEnd"/>
          </w:p>
        </w:tc>
        <w:tc>
          <w:tcPr>
            <w:tcW w:w="7061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</w:tcBorders>
            <w:vAlign w:val="center"/>
          </w:tcPr>
          <w:p w:rsidR="00BD3299" w:rsidRPr="000406C6" w:rsidRDefault="00BD3299" w:rsidP="00812F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D3299" w:rsidRPr="000406C6" w:rsidTr="003541C5">
        <w:trPr>
          <w:trHeight w:val="624"/>
        </w:trPr>
        <w:tc>
          <w:tcPr>
            <w:tcW w:w="3227" w:type="dxa"/>
            <w:tcBorders>
              <w:top w:val="single" w:sz="2" w:space="0" w:color="auto"/>
              <w:right w:val="dotted" w:sz="4" w:space="0" w:color="auto"/>
            </w:tcBorders>
            <w:vAlign w:val="center"/>
          </w:tcPr>
          <w:p w:rsidR="00BD3299" w:rsidRPr="008A644F" w:rsidRDefault="00BD3299" w:rsidP="00812F15">
            <w:pPr>
              <w:rPr>
                <w:rFonts w:ascii="Arial" w:hAnsi="Arial" w:cs="Arial"/>
                <w:sz w:val="13"/>
                <w:szCs w:val="13"/>
              </w:rPr>
            </w:pPr>
            <w:r w:rsidRPr="008A644F">
              <w:rPr>
                <w:rFonts w:ascii="Arial" w:hAnsi="Arial" w:cs="Arial"/>
                <w:sz w:val="13"/>
                <w:szCs w:val="13"/>
              </w:rPr>
              <w:t xml:space="preserve">CONDUTOR AUTORIZADO </w:t>
            </w:r>
            <w:proofErr w:type="gramStart"/>
            <w:r w:rsidRPr="008A644F">
              <w:rPr>
                <w:rFonts w:ascii="Arial" w:hAnsi="Arial" w:cs="Arial"/>
                <w:sz w:val="13"/>
                <w:szCs w:val="13"/>
              </w:rPr>
              <w:t>3</w:t>
            </w:r>
            <w:proofErr w:type="gramEnd"/>
          </w:p>
        </w:tc>
        <w:tc>
          <w:tcPr>
            <w:tcW w:w="7061" w:type="dxa"/>
            <w:tcBorders>
              <w:top w:val="single" w:sz="2" w:space="0" w:color="auto"/>
              <w:left w:val="dotted" w:sz="4" w:space="0" w:color="auto"/>
            </w:tcBorders>
            <w:vAlign w:val="center"/>
          </w:tcPr>
          <w:p w:rsidR="00BD3299" w:rsidRPr="000406C6" w:rsidRDefault="00BD3299" w:rsidP="00812F15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BD3299" w:rsidRDefault="00BD3299" w:rsidP="00DC7897">
      <w:pPr>
        <w:spacing w:after="0"/>
        <w:rPr>
          <w:rFonts w:ascii="Arial" w:hAnsi="Arial" w:cs="Arial"/>
          <w:sz w:val="16"/>
          <w:szCs w:val="16"/>
        </w:rPr>
      </w:pPr>
    </w:p>
    <w:p w:rsidR="00BD3299" w:rsidRPr="003541C5" w:rsidRDefault="00C16981" w:rsidP="00DC7897">
      <w:pPr>
        <w:spacing w:after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MOD.</w:t>
      </w:r>
      <w:r w:rsidR="007C0055">
        <w:rPr>
          <w:rFonts w:ascii="Arial" w:hAnsi="Arial" w:cs="Arial"/>
          <w:sz w:val="14"/>
          <w:szCs w:val="14"/>
        </w:rPr>
        <w:t>06.04.53</w:t>
      </w:r>
      <w:r>
        <w:rPr>
          <w:rFonts w:ascii="Arial" w:hAnsi="Arial" w:cs="Arial"/>
          <w:sz w:val="14"/>
          <w:szCs w:val="14"/>
        </w:rPr>
        <w:t xml:space="preserve"> – 2</w:t>
      </w:r>
      <w:r w:rsidR="00930A92">
        <w:rPr>
          <w:rFonts w:ascii="Arial" w:hAnsi="Arial" w:cs="Arial"/>
          <w:sz w:val="14"/>
          <w:szCs w:val="14"/>
        </w:rPr>
        <w:t>5</w:t>
      </w:r>
      <w:r w:rsidR="00BD3299" w:rsidRPr="003541C5">
        <w:rPr>
          <w:rFonts w:ascii="Arial" w:hAnsi="Arial" w:cs="Arial"/>
          <w:sz w:val="14"/>
          <w:szCs w:val="14"/>
        </w:rPr>
        <w:t>/01/2013</w:t>
      </w:r>
    </w:p>
    <w:sectPr w:rsidR="00BD3299" w:rsidRPr="003541C5" w:rsidSect="00DC7897">
      <w:pgSz w:w="11906" w:h="16838"/>
      <w:pgMar w:top="624" w:right="567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0A9" w:rsidRDefault="000340A9" w:rsidP="00004E3F">
      <w:pPr>
        <w:spacing w:after="0" w:line="240" w:lineRule="auto"/>
      </w:pPr>
      <w:r>
        <w:separator/>
      </w:r>
    </w:p>
  </w:endnote>
  <w:endnote w:type="continuationSeparator" w:id="0">
    <w:p w:rsidR="000340A9" w:rsidRDefault="000340A9" w:rsidP="0000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0A9" w:rsidRDefault="000340A9" w:rsidP="00004E3F">
      <w:pPr>
        <w:spacing w:after="0" w:line="240" w:lineRule="auto"/>
      </w:pPr>
      <w:r>
        <w:separator/>
      </w:r>
    </w:p>
  </w:footnote>
  <w:footnote w:type="continuationSeparator" w:id="0">
    <w:p w:rsidR="000340A9" w:rsidRDefault="000340A9" w:rsidP="00004E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IOTeOyww7qB2mS8ozwYXy6g/fqM=" w:salt="fmKwB7UiZ2+rVagVYa6Okw==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3DF"/>
    <w:rsid w:val="00004E3F"/>
    <w:rsid w:val="00011AB1"/>
    <w:rsid w:val="000340A9"/>
    <w:rsid w:val="000406C6"/>
    <w:rsid w:val="000643EA"/>
    <w:rsid w:val="00097759"/>
    <w:rsid w:val="000A4598"/>
    <w:rsid w:val="000D208E"/>
    <w:rsid w:val="00154835"/>
    <w:rsid w:val="00180E1F"/>
    <w:rsid w:val="001B4146"/>
    <w:rsid w:val="003541C5"/>
    <w:rsid w:val="00355BC7"/>
    <w:rsid w:val="003A16D0"/>
    <w:rsid w:val="003B653B"/>
    <w:rsid w:val="004075E0"/>
    <w:rsid w:val="00417664"/>
    <w:rsid w:val="00436FE5"/>
    <w:rsid w:val="00492153"/>
    <w:rsid w:val="004A138C"/>
    <w:rsid w:val="004A5E1F"/>
    <w:rsid w:val="004A6F9F"/>
    <w:rsid w:val="004C032F"/>
    <w:rsid w:val="004C5464"/>
    <w:rsid w:val="004F0A39"/>
    <w:rsid w:val="00512D25"/>
    <w:rsid w:val="00552151"/>
    <w:rsid w:val="005C35B9"/>
    <w:rsid w:val="005E06E4"/>
    <w:rsid w:val="0067300B"/>
    <w:rsid w:val="007A4B25"/>
    <w:rsid w:val="007B3026"/>
    <w:rsid w:val="007C0055"/>
    <w:rsid w:val="007C2548"/>
    <w:rsid w:val="007F3A54"/>
    <w:rsid w:val="0080035C"/>
    <w:rsid w:val="0081217A"/>
    <w:rsid w:val="00812F15"/>
    <w:rsid w:val="00851E7C"/>
    <w:rsid w:val="008A4A08"/>
    <w:rsid w:val="008A644F"/>
    <w:rsid w:val="008D5BC8"/>
    <w:rsid w:val="008E40DE"/>
    <w:rsid w:val="008F2F69"/>
    <w:rsid w:val="009242F2"/>
    <w:rsid w:val="00930A92"/>
    <w:rsid w:val="00957DFD"/>
    <w:rsid w:val="00961FF9"/>
    <w:rsid w:val="009821A1"/>
    <w:rsid w:val="009A2480"/>
    <w:rsid w:val="00A133DF"/>
    <w:rsid w:val="00A60E52"/>
    <w:rsid w:val="00A8396F"/>
    <w:rsid w:val="00AB13E6"/>
    <w:rsid w:val="00B2273D"/>
    <w:rsid w:val="00B324D1"/>
    <w:rsid w:val="00B47C7C"/>
    <w:rsid w:val="00B529CF"/>
    <w:rsid w:val="00B635C3"/>
    <w:rsid w:val="00B92131"/>
    <w:rsid w:val="00BC7294"/>
    <w:rsid w:val="00BD3299"/>
    <w:rsid w:val="00C127F7"/>
    <w:rsid w:val="00C16981"/>
    <w:rsid w:val="00C229AD"/>
    <w:rsid w:val="00CE2FFD"/>
    <w:rsid w:val="00D42B58"/>
    <w:rsid w:val="00D6127C"/>
    <w:rsid w:val="00DC7897"/>
    <w:rsid w:val="00E711A8"/>
    <w:rsid w:val="00E7433F"/>
    <w:rsid w:val="00F151DE"/>
    <w:rsid w:val="00FD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29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13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04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4E3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04E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04E3F"/>
  </w:style>
  <w:style w:type="paragraph" w:styleId="Rodap">
    <w:name w:val="footer"/>
    <w:basedOn w:val="Normal"/>
    <w:link w:val="RodapChar"/>
    <w:uiPriority w:val="99"/>
    <w:semiHidden/>
    <w:unhideWhenUsed/>
    <w:rsid w:val="00004E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004E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ocuments%20and%20Settings\milton.cosenza\Desktop\Normal01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3E2C-ECDA-4ABF-9E81-72854C9E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Normal01.dot</Template>
  <TotalTime>16</TotalTime>
  <Pages>1</Pages>
  <Words>284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Estado De Fazenda de Minas Gerais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milton.cosenza</dc:creator>
  <cp:keywords/>
  <dc:description/>
  <cp:lastModifiedBy>jacqueline.castello</cp:lastModifiedBy>
  <cp:revision>5</cp:revision>
  <cp:lastPrinted>2013-01-25T18:38:00Z</cp:lastPrinted>
  <dcterms:created xsi:type="dcterms:W3CDTF">2013-01-25T18:43:00Z</dcterms:created>
  <dcterms:modified xsi:type="dcterms:W3CDTF">2013-01-29T17:44:00Z</dcterms:modified>
</cp:coreProperties>
</file>